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0D4" w:rsidRPr="005D5B55" w:rsidRDefault="00DE5B3B">
      <w:pPr>
        <w:tabs>
          <w:tab w:val="decimal" w:pos="9498"/>
        </w:tabs>
        <w:ind w:right="850"/>
        <w:rPr>
          <w:b/>
          <w:sz w:val="24"/>
          <w:u w:val="single"/>
        </w:rPr>
      </w:pPr>
      <w:r>
        <w:rPr>
          <w:b/>
          <w:sz w:val="24"/>
          <w:u w:val="single"/>
        </w:rPr>
        <w:t>Allgemeines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7938"/>
        <w:gridCol w:w="851"/>
      </w:tblGrid>
      <w:tr w:rsidR="007C590C" w:rsidTr="006574B5">
        <w:tc>
          <w:tcPr>
            <w:tcW w:w="637" w:type="dxa"/>
          </w:tcPr>
          <w:p w:rsidR="007C590C" w:rsidRPr="005D5B55" w:rsidRDefault="007C590C">
            <w:pPr>
              <w:pStyle w:val="Standardeinzug"/>
              <w:ind w:left="0" w:firstLine="0"/>
              <w:rPr>
                <w:b/>
                <w:sz w:val="24"/>
              </w:rPr>
            </w:pPr>
            <w:r w:rsidRPr="005D5B55">
              <w:rPr>
                <w:b/>
                <w:sz w:val="24"/>
              </w:rPr>
              <w:t>A.</w:t>
            </w:r>
          </w:p>
        </w:tc>
        <w:tc>
          <w:tcPr>
            <w:tcW w:w="8505" w:type="dxa"/>
            <w:gridSpan w:val="2"/>
          </w:tcPr>
          <w:p w:rsidR="007C590C" w:rsidRDefault="007C590C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Hinweise zur Formatierung</w:t>
            </w:r>
          </w:p>
          <w:p w:rsidR="007C590C" w:rsidRDefault="007C590C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7C590C" w:rsidRDefault="007C590C">
            <w:pPr>
              <w:ind w:left="0" w:firstLine="0"/>
              <w:jc w:val="center"/>
              <w:rPr>
                <w:sz w:val="24"/>
              </w:rPr>
            </w:pPr>
          </w:p>
        </w:tc>
      </w:tr>
      <w:tr w:rsidR="005D5B55" w:rsidTr="006574B5">
        <w:tc>
          <w:tcPr>
            <w:tcW w:w="637" w:type="dxa"/>
          </w:tcPr>
          <w:p w:rsidR="005D5B55" w:rsidRPr="005D5B55" w:rsidRDefault="005D5B55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5D5B55" w:rsidRDefault="00720269" w:rsidP="00720269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938" w:type="dxa"/>
          </w:tcPr>
          <w:p w:rsidR="005D5B55" w:rsidRDefault="005D5B5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Um eine einheitliche Formatierung sämtlicher Aufgaben und Lösungsvorschläge aller Kommissionen zu gewährleisten, wurde diese Mustervorlage erstellt.</w:t>
            </w:r>
            <w:r w:rsidR="007178E1">
              <w:rPr>
                <w:sz w:val="24"/>
              </w:rPr>
              <w:t xml:space="preserve"> </w:t>
            </w:r>
            <w:r>
              <w:rPr>
                <w:sz w:val="24"/>
              </w:rPr>
              <w:t>Wir bitten Sie sehr, davon Gebrauch zu machen.</w:t>
            </w:r>
          </w:p>
          <w:p w:rsidR="00A26E61" w:rsidRDefault="00A26E61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5D5B55" w:rsidRDefault="005D5B55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7B08C1" w:rsidTr="006574B5">
        <w:tc>
          <w:tcPr>
            <w:tcW w:w="637" w:type="dxa"/>
          </w:tcPr>
          <w:p w:rsidR="007B08C1" w:rsidRPr="005D5B55" w:rsidRDefault="007B08C1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7B08C1" w:rsidRDefault="007B08C1" w:rsidP="00720269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938" w:type="dxa"/>
          </w:tcPr>
          <w:p w:rsidR="007B08C1" w:rsidRDefault="00D07C39" w:rsidP="00381A69">
            <w:pPr>
              <w:pStyle w:val="Standardeinzug"/>
              <w:ind w:left="0" w:firstLine="0"/>
              <w:rPr>
                <w:sz w:val="24"/>
              </w:rPr>
            </w:pPr>
            <w:r w:rsidRPr="00D07C39">
              <w:rPr>
                <w:sz w:val="24"/>
              </w:rPr>
              <w:t>In der Kopfzeile bitte nu</w:t>
            </w:r>
            <w:r>
              <w:rPr>
                <w:sz w:val="24"/>
              </w:rPr>
              <w:t xml:space="preserve">r die </w:t>
            </w:r>
            <w:proofErr w:type="spellStart"/>
            <w:r>
              <w:rPr>
                <w:sz w:val="24"/>
              </w:rPr>
              <w:t>Einreicherschule</w:t>
            </w:r>
            <w:proofErr w:type="spellEnd"/>
            <w:r>
              <w:rPr>
                <w:sz w:val="24"/>
              </w:rPr>
              <w:t xml:space="preserve"> ergänzen.</w:t>
            </w:r>
          </w:p>
          <w:p w:rsidR="00D07C39" w:rsidRDefault="00D07C39" w:rsidP="00381A69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7B08C1" w:rsidRDefault="007B08C1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5D5B55" w:rsidTr="006574B5">
        <w:tc>
          <w:tcPr>
            <w:tcW w:w="637" w:type="dxa"/>
          </w:tcPr>
          <w:p w:rsidR="005D5B55" w:rsidRPr="005D5B55" w:rsidRDefault="005D5B55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5D5B55" w:rsidRDefault="007B08C1" w:rsidP="00720269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3</w:t>
            </w:r>
            <w:r w:rsidR="00720269">
              <w:rPr>
                <w:sz w:val="24"/>
              </w:rPr>
              <w:t>.</w:t>
            </w:r>
          </w:p>
        </w:tc>
        <w:tc>
          <w:tcPr>
            <w:tcW w:w="7938" w:type="dxa"/>
          </w:tcPr>
          <w:p w:rsidR="00381A69" w:rsidRDefault="005D5B55" w:rsidP="00381A69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Die Musterseite basiert auf Tabellen.</w:t>
            </w:r>
            <w:r w:rsidR="008624F6">
              <w:rPr>
                <w:sz w:val="24"/>
              </w:rPr>
              <w:t xml:space="preserve"> Sollten Sie nach dem Laden dieser Datei kein Tabellenraster sehen, dann aktivieren Sie bitte den entsprechenden Menüpunkt: "Tabelle" </w:t>
            </w:r>
            <w:r w:rsidR="008624F6">
              <w:rPr>
                <w:sz w:val="24"/>
              </w:rPr>
              <w:sym w:font="Wingdings" w:char="F0E8"/>
            </w:r>
            <w:r w:rsidR="008624F6">
              <w:rPr>
                <w:sz w:val="24"/>
              </w:rPr>
              <w:t xml:space="preserve"> "Gitternetz einblenden". (Das angezeigte Gitternetz wird nicht ausgedruckt.)</w:t>
            </w:r>
            <w:r w:rsidR="00381A69">
              <w:rPr>
                <w:sz w:val="24"/>
              </w:rPr>
              <w:t xml:space="preserve"> Für jeden Aufgabenteil benutzen Sie bitte eine neue Tabellenzeile.</w:t>
            </w:r>
          </w:p>
          <w:p w:rsidR="00381A69" w:rsidRDefault="00381A69" w:rsidP="00381A69">
            <w:pPr>
              <w:pStyle w:val="Standardeinzug"/>
              <w:ind w:left="0" w:firstLine="0"/>
              <w:rPr>
                <w:sz w:val="24"/>
              </w:rPr>
            </w:pPr>
          </w:p>
          <w:p w:rsidR="005D5B55" w:rsidRDefault="00381A69" w:rsidP="00381A69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Sollten Sie in der mittleren Tabellenspalte (fü</w:t>
            </w:r>
            <w:r w:rsidR="006F7576">
              <w:rPr>
                <w:sz w:val="24"/>
              </w:rPr>
              <w:t xml:space="preserve">r den Aufgabentext) ein Raster </w:t>
            </w:r>
            <w:r>
              <w:rPr>
                <w:sz w:val="24"/>
              </w:rPr>
              <w:t xml:space="preserve">bzw. eine Tabelle einfügen wollen, so müssen Sie über den Menüpunkt "Tabelle" </w:t>
            </w:r>
            <w:r>
              <w:rPr>
                <w:sz w:val="24"/>
              </w:rPr>
              <w:sym w:font="Wingdings" w:char="F0E8"/>
            </w:r>
            <w:r>
              <w:rPr>
                <w:sz w:val="24"/>
              </w:rPr>
              <w:t xml:space="preserve"> "Zellen teilen" die entsprechende Anzahl von Spalten einfügen.</w:t>
            </w:r>
          </w:p>
          <w:p w:rsidR="007B08C1" w:rsidRDefault="007B08C1" w:rsidP="00381A69">
            <w:pPr>
              <w:pStyle w:val="Standardeinzug"/>
              <w:ind w:left="0" w:firstLine="0"/>
              <w:rPr>
                <w:sz w:val="24"/>
              </w:rPr>
            </w:pPr>
          </w:p>
          <w:p w:rsidR="007B08C1" w:rsidRDefault="007B08C1" w:rsidP="00381A69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Die hier gezeigten Tabellenzeilen können Sie einfach an die entsprechenden Stellen kopieren.</w:t>
            </w:r>
          </w:p>
          <w:p w:rsidR="00A26E61" w:rsidRDefault="00A26E61" w:rsidP="008624F6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5D5B55" w:rsidRDefault="005D5B55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630182" w:rsidTr="006574B5">
        <w:tc>
          <w:tcPr>
            <w:tcW w:w="637" w:type="dxa"/>
          </w:tcPr>
          <w:p w:rsidR="00630182" w:rsidRPr="005D5B55" w:rsidRDefault="00630182" w:rsidP="001C64D0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630182" w:rsidRDefault="00630182" w:rsidP="001C64D0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938" w:type="dxa"/>
          </w:tcPr>
          <w:p w:rsidR="00630182" w:rsidRDefault="00630182" w:rsidP="00630182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Die Aufgaben sind in der Schriftart Arial und mit dem Schriftgrad 12 zu schreiben, auch im Formeleditor. </w:t>
            </w:r>
            <w:r>
              <w:rPr>
                <w:i/>
                <w:sz w:val="24"/>
              </w:rPr>
              <w:t>Kursive</w:t>
            </w:r>
            <w:r>
              <w:rPr>
                <w:sz w:val="24"/>
              </w:rPr>
              <w:t xml:space="preserve"> und </w:t>
            </w:r>
            <w:r>
              <w:rPr>
                <w:sz w:val="24"/>
                <w:u w:val="single"/>
              </w:rPr>
              <w:t>unterstrichene</w:t>
            </w:r>
            <w:r>
              <w:rPr>
                <w:sz w:val="24"/>
              </w:rPr>
              <w:t xml:space="preserve"> Zeichenformatierungen sind zu vermeiden.</w:t>
            </w:r>
          </w:p>
          <w:p w:rsidR="00630182" w:rsidRPr="00720269" w:rsidRDefault="00630182" w:rsidP="00720269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30182" w:rsidRDefault="00630182" w:rsidP="001C64D0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720269" w:rsidTr="006574B5">
        <w:tc>
          <w:tcPr>
            <w:tcW w:w="637" w:type="dxa"/>
          </w:tcPr>
          <w:p w:rsidR="00720269" w:rsidRPr="005D5B55" w:rsidRDefault="00720269" w:rsidP="001C64D0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720269" w:rsidRDefault="00720269" w:rsidP="001C64D0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7938" w:type="dxa"/>
          </w:tcPr>
          <w:p w:rsidR="00720269" w:rsidRPr="00720269" w:rsidRDefault="00720269" w:rsidP="00720269">
            <w:pPr>
              <w:ind w:left="0" w:firstLine="0"/>
              <w:rPr>
                <w:sz w:val="24"/>
                <w:szCs w:val="24"/>
              </w:rPr>
            </w:pPr>
            <w:r w:rsidRPr="00720269">
              <w:rPr>
                <w:sz w:val="24"/>
                <w:szCs w:val="24"/>
              </w:rPr>
              <w:t>Benutzen Sie die Nummerierung der letzten Prüfungsaufgaben, also mit A, B, C.</w:t>
            </w:r>
          </w:p>
        </w:tc>
        <w:tc>
          <w:tcPr>
            <w:tcW w:w="851" w:type="dxa"/>
          </w:tcPr>
          <w:p w:rsidR="00720269" w:rsidRDefault="00720269" w:rsidP="001C64D0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720269" w:rsidTr="006574B5">
        <w:tc>
          <w:tcPr>
            <w:tcW w:w="637" w:type="dxa"/>
          </w:tcPr>
          <w:p w:rsidR="00720269" w:rsidRPr="005D5B55" w:rsidRDefault="00720269" w:rsidP="001C64D0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720269" w:rsidRDefault="00720269" w:rsidP="001C64D0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7938" w:type="dxa"/>
          </w:tcPr>
          <w:p w:rsidR="00720269" w:rsidRDefault="00720269" w:rsidP="001C64D0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720269" w:rsidRDefault="00720269" w:rsidP="001C64D0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7C590C" w:rsidTr="006574B5">
        <w:tc>
          <w:tcPr>
            <w:tcW w:w="637" w:type="dxa"/>
          </w:tcPr>
          <w:p w:rsidR="007C590C" w:rsidRPr="005D5B55" w:rsidRDefault="007C590C">
            <w:pPr>
              <w:pStyle w:val="Standardeinzug"/>
              <w:ind w:left="0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B.</w:t>
            </w:r>
          </w:p>
        </w:tc>
        <w:tc>
          <w:tcPr>
            <w:tcW w:w="8505" w:type="dxa"/>
            <w:gridSpan w:val="2"/>
          </w:tcPr>
          <w:p w:rsidR="00AB6DED" w:rsidRPr="00AB6DED" w:rsidRDefault="00AB6DED" w:rsidP="00AB6DED">
            <w:pPr>
              <w:pStyle w:val="Standardeinzug"/>
              <w:ind w:left="0" w:firstLine="0"/>
              <w:rPr>
                <w:sz w:val="24"/>
                <w:szCs w:val="24"/>
              </w:rPr>
            </w:pPr>
            <w:r w:rsidRPr="00AB6DED">
              <w:rPr>
                <w:sz w:val="24"/>
                <w:szCs w:val="24"/>
              </w:rPr>
              <w:t>Benutzen Sie das Dateiformat „</w:t>
            </w:r>
            <w:proofErr w:type="spellStart"/>
            <w:r w:rsidRPr="00AB6DED">
              <w:rPr>
                <w:sz w:val="24"/>
                <w:szCs w:val="24"/>
              </w:rPr>
              <w:t>docx</w:t>
            </w:r>
            <w:proofErr w:type="spellEnd"/>
            <w:r w:rsidRPr="00AB6DED">
              <w:rPr>
                <w:sz w:val="24"/>
                <w:szCs w:val="24"/>
              </w:rPr>
              <w:t>“. Erstellen Sie die Formeln mit dem integrierten Formeleditor. Schreiben Sie die gesamte Rechnung mit dem Formeleditor.</w:t>
            </w:r>
          </w:p>
          <w:p w:rsidR="00AB6DED" w:rsidRPr="00AB6DED" w:rsidRDefault="00AB6DED" w:rsidP="00AB6DED">
            <w:pPr>
              <w:pStyle w:val="Standardeinzug"/>
              <w:ind w:left="0" w:firstLine="0"/>
              <w:rPr>
                <w:sz w:val="24"/>
                <w:szCs w:val="24"/>
              </w:rPr>
            </w:pPr>
            <w:r w:rsidRPr="00AB6DED">
              <w:rPr>
                <w:sz w:val="24"/>
                <w:szCs w:val="24"/>
              </w:rPr>
              <w:t xml:space="preserve">Bitte ändern Sie die Schriftart auf Arial ab. Gehen Sie dabei so vor: </w:t>
            </w:r>
          </w:p>
          <w:p w:rsidR="007C590C" w:rsidRDefault="00AB6DED" w:rsidP="00AB6DED">
            <w:pPr>
              <w:pStyle w:val="Standardeinzug"/>
              <w:ind w:left="0" w:firstLine="0"/>
              <w:rPr>
                <w:sz w:val="24"/>
              </w:rPr>
            </w:pPr>
            <w:r w:rsidRPr="00AB6DED">
              <w:rPr>
                <w:sz w:val="24"/>
                <w:szCs w:val="24"/>
              </w:rPr>
              <w:t xml:space="preserve">Markieren Sie die Formel und wählen Sie im Register Entwurf (Registergruppe Formeltools) in der Gruppe Konvertierungen das Symbol </w:t>
            </w:r>
            <w:proofErr w:type="spellStart"/>
            <w:r w:rsidRPr="00AB6DED">
              <w:rPr>
                <w:sz w:val="24"/>
                <w:szCs w:val="24"/>
              </w:rPr>
              <w:t>abc</w:t>
            </w:r>
            <w:proofErr w:type="spellEnd"/>
            <w:r w:rsidRPr="00AB6DED">
              <w:rPr>
                <w:sz w:val="24"/>
                <w:szCs w:val="24"/>
              </w:rPr>
              <w:t xml:space="preserve"> Text. Jetzt </w:t>
            </w:r>
            <w:proofErr w:type="spellStart"/>
            <w:r w:rsidRPr="00AB6DED">
              <w:rPr>
                <w:sz w:val="24"/>
                <w:szCs w:val="24"/>
              </w:rPr>
              <w:t>könnenSie</w:t>
            </w:r>
            <w:proofErr w:type="spellEnd"/>
            <w:r w:rsidRPr="00AB6DED">
              <w:rPr>
                <w:sz w:val="24"/>
                <w:szCs w:val="24"/>
              </w:rPr>
              <w:t xml:space="preserve"> im Register Start in der Gruppe Schriftart Arial auswählen. Die Formel bleibt weiterhin editierbar.</w:t>
            </w:r>
          </w:p>
        </w:tc>
        <w:tc>
          <w:tcPr>
            <w:tcW w:w="851" w:type="dxa"/>
          </w:tcPr>
          <w:p w:rsidR="007C590C" w:rsidRDefault="007C590C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5D5B55" w:rsidTr="006574B5">
        <w:tc>
          <w:tcPr>
            <w:tcW w:w="637" w:type="dxa"/>
          </w:tcPr>
          <w:p w:rsidR="005D5B55" w:rsidRPr="005D5B55" w:rsidRDefault="005D5B55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5D5B55" w:rsidRDefault="005D5B55" w:rsidP="005D5B5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7938" w:type="dxa"/>
          </w:tcPr>
          <w:p w:rsidR="005D5B55" w:rsidRDefault="005D5B5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5D5B55" w:rsidRDefault="005D5B55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5D5B55" w:rsidTr="006574B5">
        <w:tc>
          <w:tcPr>
            <w:tcW w:w="637" w:type="dxa"/>
          </w:tcPr>
          <w:p w:rsidR="005D5B55" w:rsidRPr="005D5B55" w:rsidRDefault="00396B71">
            <w:pPr>
              <w:pStyle w:val="Standardeinzug"/>
              <w:ind w:left="0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C.</w:t>
            </w:r>
          </w:p>
        </w:tc>
        <w:tc>
          <w:tcPr>
            <w:tcW w:w="567" w:type="dxa"/>
          </w:tcPr>
          <w:p w:rsidR="005D5B55" w:rsidRDefault="00E7682F" w:rsidP="005D5B5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938" w:type="dxa"/>
          </w:tcPr>
          <w:p w:rsidR="004B7E87" w:rsidRDefault="004B7E87" w:rsidP="00630182">
            <w:pPr>
              <w:pStyle w:val="Standardeinzug"/>
              <w:ind w:left="0" w:firstLine="0"/>
              <w:rPr>
                <w:sz w:val="24"/>
                <w:szCs w:val="24"/>
              </w:rPr>
            </w:pPr>
            <w:r w:rsidRPr="004B7E87">
              <w:rPr>
                <w:sz w:val="24"/>
                <w:szCs w:val="24"/>
              </w:rPr>
              <w:t xml:space="preserve">Wenn Sie Grafiken, Bilder, Koordinatenkreuze verwenden, achten Sie bitte darauf, dass alles beim Ausdruck gut lesbar ist. Erstellen Sie Ihre Grafiken bevorzugt mit </w:t>
            </w:r>
            <w:proofErr w:type="spellStart"/>
            <w:r w:rsidRPr="004B7E87">
              <w:rPr>
                <w:sz w:val="24"/>
                <w:szCs w:val="24"/>
              </w:rPr>
              <w:t>geogebra</w:t>
            </w:r>
            <w:proofErr w:type="spellEnd"/>
            <w:r w:rsidRPr="004B7E87">
              <w:rPr>
                <w:sz w:val="24"/>
                <w:szCs w:val="24"/>
              </w:rPr>
              <w:t xml:space="preserve"> und geben Sie Ihre Dateien mit ab.</w:t>
            </w:r>
          </w:p>
          <w:p w:rsidR="004B7E87" w:rsidRDefault="004B7E87" w:rsidP="00630182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5D5B55" w:rsidRDefault="005D5B55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720269" w:rsidTr="00F0422D">
        <w:tc>
          <w:tcPr>
            <w:tcW w:w="637" w:type="dxa"/>
          </w:tcPr>
          <w:p w:rsidR="00720269" w:rsidRPr="005D5B55" w:rsidRDefault="00720269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720269" w:rsidRDefault="00E7682F" w:rsidP="005D5B55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938" w:type="dxa"/>
          </w:tcPr>
          <w:p w:rsidR="00A26E61" w:rsidRDefault="00F0422D" w:rsidP="00751E91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  <w:szCs w:val="24"/>
              </w:rPr>
              <w:t>Geben Sie bei Bildern bitte die Quelle an.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20269" w:rsidRDefault="00720269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5D5B55" w:rsidTr="00F0422D">
        <w:tc>
          <w:tcPr>
            <w:tcW w:w="637" w:type="dxa"/>
          </w:tcPr>
          <w:p w:rsidR="005D5B55" w:rsidRPr="005D5B55" w:rsidRDefault="005D5B55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5D5B55" w:rsidRDefault="005D5B55" w:rsidP="005D5B5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7938" w:type="dxa"/>
          </w:tcPr>
          <w:p w:rsidR="005D5B55" w:rsidRDefault="005D5B5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D5B55" w:rsidRDefault="005D5B55">
            <w:pPr>
              <w:ind w:left="0" w:firstLine="0"/>
              <w:jc w:val="right"/>
              <w:rPr>
                <w:sz w:val="24"/>
              </w:rPr>
            </w:pPr>
          </w:p>
        </w:tc>
      </w:tr>
    </w:tbl>
    <w:p w:rsidR="00F0422D" w:rsidRPr="00F0422D" w:rsidRDefault="00740FF4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  <w:r w:rsidR="00B85469">
        <w:rPr>
          <w:b/>
          <w:sz w:val="24"/>
          <w:szCs w:val="24"/>
          <w:u w:val="single"/>
        </w:rPr>
        <w:lastRenderedPageBreak/>
        <w:t>Aufgabe X</w:t>
      </w:r>
      <w:r w:rsidR="006C45C2">
        <w:rPr>
          <w:b/>
          <w:sz w:val="24"/>
          <w:szCs w:val="24"/>
          <w:u w:val="single"/>
        </w:rPr>
        <w:t>X</w:t>
      </w:r>
    </w:p>
    <w:p w:rsidR="00F0422D" w:rsidRPr="008301D4" w:rsidRDefault="00F0422D">
      <w:pPr>
        <w:rPr>
          <w:sz w:val="24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7938"/>
        <w:gridCol w:w="851"/>
      </w:tblGrid>
      <w:tr w:rsidR="00C0289A" w:rsidTr="00C0289A">
        <w:tc>
          <w:tcPr>
            <w:tcW w:w="9993" w:type="dxa"/>
            <w:gridSpan w:val="4"/>
          </w:tcPr>
          <w:p w:rsidR="00C0289A" w:rsidRDefault="00C0289A" w:rsidP="00C0289A">
            <w:pPr>
              <w:ind w:left="0" w:firstLine="0"/>
              <w:rPr>
                <w:rFonts w:eastAsia="Calibri" w:cs="Arial"/>
                <w:color w:val="0000FF"/>
                <w:sz w:val="22"/>
                <w:szCs w:val="22"/>
                <w:lang w:eastAsia="en-US"/>
              </w:rPr>
            </w:pPr>
          </w:p>
          <w:p w:rsidR="00C0289A" w:rsidRPr="00C0289A" w:rsidRDefault="00C0289A" w:rsidP="00C0289A">
            <w:pPr>
              <w:ind w:left="0" w:firstLine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C0289A">
              <w:rPr>
                <w:rFonts w:eastAsia="Calibri" w:cs="Arial"/>
                <w:sz w:val="22"/>
                <w:szCs w:val="22"/>
                <w:lang w:eastAsia="en-US"/>
              </w:rPr>
              <w:t>Es sind folgende Aufgabenvorschläge mit möglichst großer Themenvielfalt einzureichen:</w:t>
            </w:r>
          </w:p>
          <w:p w:rsidR="00C0289A" w:rsidRPr="00C0289A" w:rsidRDefault="00C0289A" w:rsidP="00C0289A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0289A">
              <w:rPr>
                <w:rFonts w:cs="Arial"/>
                <w:sz w:val="22"/>
                <w:szCs w:val="22"/>
                <w:lang w:eastAsia="en-US"/>
              </w:rPr>
              <w:t xml:space="preserve">Für </w:t>
            </w:r>
            <w:r w:rsidRPr="00C0289A">
              <w:rPr>
                <w:rFonts w:cs="Arial"/>
                <w:b/>
                <w:bCs/>
                <w:sz w:val="22"/>
                <w:szCs w:val="22"/>
                <w:lang w:eastAsia="en-US"/>
              </w:rPr>
              <w:t>Teil I</w:t>
            </w:r>
            <w:r w:rsidRPr="00C0289A">
              <w:rPr>
                <w:rFonts w:cs="Arial"/>
                <w:sz w:val="22"/>
                <w:szCs w:val="22"/>
                <w:lang w:eastAsia="en-US"/>
              </w:rPr>
              <w:t xml:space="preserve"> (ohne Hilfsmittel) </w:t>
            </w:r>
            <w:r w:rsidRPr="00C0289A">
              <w:rPr>
                <w:rFonts w:cs="Arial"/>
                <w:b/>
                <w:bCs/>
                <w:sz w:val="22"/>
                <w:szCs w:val="22"/>
                <w:lang w:eastAsia="en-US"/>
              </w:rPr>
              <w:t>eine Aufgabe</w:t>
            </w:r>
            <w:r w:rsidRPr="00C0289A">
              <w:rPr>
                <w:rFonts w:cs="Arial"/>
                <w:sz w:val="22"/>
                <w:szCs w:val="22"/>
                <w:lang w:eastAsia="en-US"/>
              </w:rPr>
              <w:t xml:space="preserve"> im Umfang von </w:t>
            </w:r>
            <w:r w:rsidRPr="00C0289A">
              <w:rPr>
                <w:rFonts w:cs="Arial"/>
                <w:b/>
                <w:bCs/>
                <w:sz w:val="22"/>
                <w:szCs w:val="22"/>
                <w:lang w:eastAsia="en-US"/>
              </w:rPr>
              <w:t>20 Punkten</w:t>
            </w:r>
            <w:r w:rsidRPr="00C0289A">
              <w:rPr>
                <w:rFonts w:cs="Arial"/>
                <w:sz w:val="22"/>
                <w:szCs w:val="22"/>
                <w:lang w:eastAsia="en-US"/>
              </w:rPr>
              <w:t xml:space="preserve"> (in vier thematisch differenzierten Teilaufgaben à 5 Punkte).</w:t>
            </w:r>
          </w:p>
          <w:p w:rsidR="00C0289A" w:rsidRPr="00C0289A" w:rsidRDefault="00C0289A" w:rsidP="00C0289A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C0289A">
              <w:rPr>
                <w:rFonts w:cs="Arial"/>
                <w:sz w:val="22"/>
                <w:szCs w:val="22"/>
                <w:lang w:eastAsia="en-US"/>
              </w:rPr>
              <w:t xml:space="preserve">Für </w:t>
            </w:r>
            <w:r w:rsidRPr="00C0289A">
              <w:rPr>
                <w:rFonts w:cs="Arial"/>
                <w:b/>
                <w:bCs/>
                <w:sz w:val="22"/>
                <w:szCs w:val="22"/>
                <w:lang w:eastAsia="en-US"/>
              </w:rPr>
              <w:t>Teil II</w:t>
            </w:r>
            <w:r w:rsidRPr="00C0289A">
              <w:rPr>
                <w:rFonts w:cs="Arial"/>
                <w:sz w:val="22"/>
                <w:szCs w:val="22"/>
                <w:lang w:eastAsia="en-US"/>
              </w:rPr>
              <w:t xml:space="preserve"> (mit Hilfsmitteln) </w:t>
            </w:r>
            <w:r w:rsidRPr="00C0289A">
              <w:rPr>
                <w:rFonts w:cs="Arial"/>
                <w:b/>
                <w:bCs/>
                <w:sz w:val="22"/>
                <w:szCs w:val="22"/>
                <w:lang w:eastAsia="en-US"/>
              </w:rPr>
              <w:t>zwei Aufgaben</w:t>
            </w:r>
            <w:r w:rsidRPr="00C0289A">
              <w:rPr>
                <w:rFonts w:cs="Arial"/>
                <w:sz w:val="22"/>
                <w:szCs w:val="22"/>
                <w:lang w:eastAsia="en-US"/>
              </w:rPr>
              <w:t xml:space="preserve"> im Umfang von </w:t>
            </w:r>
            <w:r w:rsidRPr="00C0289A">
              <w:rPr>
                <w:rFonts w:cs="Arial"/>
                <w:b/>
                <w:bCs/>
                <w:sz w:val="22"/>
                <w:szCs w:val="22"/>
                <w:lang w:eastAsia="en-US"/>
              </w:rPr>
              <w:t>je 20 Punkten</w:t>
            </w:r>
            <w:r w:rsidRPr="00C0289A">
              <w:rPr>
                <w:rFonts w:cs="Arial"/>
                <w:sz w:val="22"/>
                <w:szCs w:val="22"/>
                <w:lang w:eastAsia="en-US"/>
              </w:rPr>
              <w:t xml:space="preserve"> (in je drei thematisch differenzierten Teilaufgaben ungefähr gleicher Punktzahl).“</w:t>
            </w:r>
          </w:p>
          <w:p w:rsidR="00C0289A" w:rsidRDefault="00C0289A" w:rsidP="004457CA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A463BE" w:rsidTr="00C0289A">
        <w:tc>
          <w:tcPr>
            <w:tcW w:w="637" w:type="dxa"/>
          </w:tcPr>
          <w:p w:rsidR="00A463BE" w:rsidRDefault="00A463BE" w:rsidP="004457CA">
            <w:pPr>
              <w:pStyle w:val="Standardeinzug"/>
              <w:ind w:left="0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A.</w:t>
            </w:r>
          </w:p>
        </w:tc>
        <w:tc>
          <w:tcPr>
            <w:tcW w:w="567" w:type="dxa"/>
          </w:tcPr>
          <w:p w:rsidR="00A463BE" w:rsidRDefault="00A463BE" w:rsidP="004457CA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938" w:type="dxa"/>
          </w:tcPr>
          <w:p w:rsidR="00A463BE" w:rsidRDefault="00A463BE" w:rsidP="004457CA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Bitte benutzen Sie eine angemessene Fachsprache und deutliche Formulierungen.</w:t>
            </w:r>
          </w:p>
          <w:p w:rsidR="00A463BE" w:rsidRDefault="00A463BE" w:rsidP="004457CA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A463BE" w:rsidRDefault="006B6645" w:rsidP="004457CA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463BE" w:rsidTr="00C0289A">
        <w:tc>
          <w:tcPr>
            <w:tcW w:w="637" w:type="dxa"/>
          </w:tcPr>
          <w:p w:rsidR="00A463BE" w:rsidRPr="005D5B55" w:rsidRDefault="00A463BE" w:rsidP="004457CA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A463BE" w:rsidRDefault="006B6645" w:rsidP="004457CA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938" w:type="dxa"/>
          </w:tcPr>
          <w:p w:rsidR="00A463BE" w:rsidRDefault="00A463BE" w:rsidP="004457CA">
            <w:pPr>
              <w:pStyle w:val="Standardeinzug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Jede Aufgabe und jede Lösung </w:t>
            </w:r>
            <w:proofErr w:type="gramStart"/>
            <w:r>
              <w:rPr>
                <w:sz w:val="24"/>
              </w:rPr>
              <w:t>sollte</w:t>
            </w:r>
            <w:proofErr w:type="gramEnd"/>
            <w:r>
              <w:rPr>
                <w:sz w:val="24"/>
              </w:rPr>
              <w:t xml:space="preserve"> möglichst jeweils auf eine Seite passen und jeweils 20 Punkte umfassen. </w:t>
            </w:r>
          </w:p>
          <w:p w:rsidR="00A463BE" w:rsidRDefault="00A463BE" w:rsidP="004457CA">
            <w:pPr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A463BE" w:rsidRDefault="006B6645" w:rsidP="004457CA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463BE" w:rsidTr="00C0289A">
        <w:tc>
          <w:tcPr>
            <w:tcW w:w="637" w:type="dxa"/>
          </w:tcPr>
          <w:p w:rsidR="00A463BE" w:rsidRDefault="00A463BE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8505" w:type="dxa"/>
            <w:gridSpan w:val="2"/>
          </w:tcPr>
          <w:p w:rsidR="00A463BE" w:rsidRDefault="00A463BE" w:rsidP="00441E02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A463BE" w:rsidRDefault="00A463BE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0850F9" w:rsidTr="00C0289A">
        <w:tc>
          <w:tcPr>
            <w:tcW w:w="637" w:type="dxa"/>
          </w:tcPr>
          <w:p w:rsidR="000850F9" w:rsidRDefault="006B6645">
            <w:pPr>
              <w:pStyle w:val="Standardeinzug"/>
              <w:ind w:left="0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  <w:r w:rsidR="000850F9">
              <w:rPr>
                <w:b/>
                <w:sz w:val="24"/>
              </w:rPr>
              <w:t>.</w:t>
            </w:r>
          </w:p>
        </w:tc>
        <w:tc>
          <w:tcPr>
            <w:tcW w:w="8505" w:type="dxa"/>
            <w:gridSpan w:val="2"/>
          </w:tcPr>
          <w:p w:rsidR="00A82534" w:rsidRPr="00A82534" w:rsidRDefault="00BB654D" w:rsidP="00A82534">
            <w:pPr>
              <w:pStyle w:val="Standardeinzug"/>
              <w:ind w:left="0" w:firstLine="0"/>
              <w:rPr>
                <w:sz w:val="24"/>
              </w:rPr>
            </w:pPr>
            <w:r w:rsidRPr="00BB654D">
              <w:rPr>
                <w:sz w:val="24"/>
              </w:rPr>
              <w:t xml:space="preserve">Fügen Sie Ihren ausgedruckten Aufgaben- und Lösungsvorschlägen stets die Word-Dateien, die Zeichen-, Bild- und </w:t>
            </w:r>
            <w:proofErr w:type="spellStart"/>
            <w:r w:rsidRPr="00BB654D">
              <w:rPr>
                <w:sz w:val="24"/>
              </w:rPr>
              <w:t>geogebra</w:t>
            </w:r>
            <w:proofErr w:type="spellEnd"/>
            <w:r w:rsidRPr="00BB654D">
              <w:rPr>
                <w:sz w:val="24"/>
              </w:rPr>
              <w:t>-Dateien</w:t>
            </w:r>
            <w:r w:rsidR="00A82534">
              <w:rPr>
                <w:sz w:val="24"/>
              </w:rPr>
              <w:t xml:space="preserve"> bei. </w:t>
            </w:r>
            <w:r w:rsidR="00A82534" w:rsidRPr="00A82534">
              <w:rPr>
                <w:sz w:val="24"/>
              </w:rPr>
              <w:t>Speichern Sie Ihren Aufgabenvorschlag im .</w:t>
            </w:r>
            <w:proofErr w:type="spellStart"/>
            <w:r w:rsidR="00A82534" w:rsidRPr="00A82534">
              <w:rPr>
                <w:sz w:val="24"/>
              </w:rPr>
              <w:t>docx</w:t>
            </w:r>
            <w:proofErr w:type="spellEnd"/>
            <w:r w:rsidR="00A82534" w:rsidRPr="00A82534">
              <w:rPr>
                <w:sz w:val="24"/>
              </w:rPr>
              <w:t>-Format.</w:t>
            </w:r>
          </w:p>
          <w:p w:rsidR="00A82534" w:rsidRPr="00A82534" w:rsidRDefault="00A82534" w:rsidP="00A82534">
            <w:pPr>
              <w:pStyle w:val="Standardeinzug"/>
              <w:ind w:left="0" w:firstLine="0"/>
              <w:rPr>
                <w:sz w:val="24"/>
              </w:rPr>
            </w:pPr>
          </w:p>
          <w:p w:rsidR="000850F9" w:rsidRDefault="00A82534" w:rsidP="00A82534">
            <w:pPr>
              <w:pStyle w:val="Standardeinzug"/>
              <w:ind w:left="0" w:firstLine="0"/>
              <w:rPr>
                <w:sz w:val="24"/>
              </w:rPr>
            </w:pPr>
            <w:r w:rsidRPr="00A82534">
              <w:rPr>
                <w:sz w:val="24"/>
              </w:rPr>
              <w:t>Geben Sie Ihre Aufgabenvorschläge in digitaler Form bei Ihrer Schul- bzw. Abteilungsleitung ab, die Ihren Vorschlag dann an das Institut für Bildungsanalysen Baden-Württemberg weiterleiten wird.</w:t>
            </w:r>
          </w:p>
        </w:tc>
        <w:tc>
          <w:tcPr>
            <w:tcW w:w="851" w:type="dxa"/>
          </w:tcPr>
          <w:p w:rsidR="000850F9" w:rsidRDefault="006B6645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5D5B55" w:rsidTr="00C0289A">
        <w:tc>
          <w:tcPr>
            <w:tcW w:w="637" w:type="dxa"/>
          </w:tcPr>
          <w:p w:rsidR="005D5B55" w:rsidRPr="005D5B55" w:rsidRDefault="005D5B55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5D5B55" w:rsidRDefault="005D5B55" w:rsidP="005D5B5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7938" w:type="dxa"/>
          </w:tcPr>
          <w:p w:rsidR="005D5B55" w:rsidRDefault="005D5B55">
            <w:pPr>
              <w:pStyle w:val="Standardeinzug"/>
              <w:ind w:left="0" w:firstLine="0"/>
              <w:rPr>
                <w:sz w:val="24"/>
              </w:rPr>
            </w:pPr>
          </w:p>
        </w:tc>
        <w:tc>
          <w:tcPr>
            <w:tcW w:w="851" w:type="dxa"/>
          </w:tcPr>
          <w:p w:rsidR="005D5B55" w:rsidRDefault="005D5B55">
            <w:pPr>
              <w:ind w:left="0" w:firstLine="0"/>
              <w:jc w:val="right"/>
              <w:rPr>
                <w:sz w:val="24"/>
              </w:rPr>
            </w:pPr>
          </w:p>
        </w:tc>
      </w:tr>
      <w:tr w:rsidR="007C590C" w:rsidTr="00C0289A">
        <w:tc>
          <w:tcPr>
            <w:tcW w:w="637" w:type="dxa"/>
          </w:tcPr>
          <w:p w:rsidR="007C590C" w:rsidRPr="005D5B55" w:rsidRDefault="007C590C">
            <w:pPr>
              <w:pStyle w:val="Standardeinzug"/>
              <w:ind w:left="0" w:firstLine="0"/>
              <w:rPr>
                <w:b/>
                <w:sz w:val="24"/>
              </w:rPr>
            </w:pPr>
          </w:p>
        </w:tc>
        <w:tc>
          <w:tcPr>
            <w:tcW w:w="8505" w:type="dxa"/>
            <w:gridSpan w:val="2"/>
          </w:tcPr>
          <w:p w:rsidR="007C590C" w:rsidRPr="000E0938" w:rsidRDefault="007C590C">
            <w:pPr>
              <w:pStyle w:val="Standardeinzug"/>
              <w:ind w:left="0" w:firstLine="0"/>
              <w:rPr>
                <w:b/>
                <w:sz w:val="24"/>
              </w:rPr>
            </w:pPr>
            <w:r w:rsidRPr="000E0938">
              <w:rPr>
                <w:b/>
                <w:sz w:val="24"/>
              </w:rPr>
              <w:t>Vielen Dank für Ihre Mithilfe!</w:t>
            </w:r>
          </w:p>
        </w:tc>
        <w:tc>
          <w:tcPr>
            <w:tcW w:w="851" w:type="dxa"/>
          </w:tcPr>
          <w:p w:rsidR="007C590C" w:rsidRDefault="007C590C">
            <w:pPr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</w:tbl>
    <w:p w:rsidR="006A20D4" w:rsidRDefault="006A20D4">
      <w:pPr>
        <w:tabs>
          <w:tab w:val="decimal" w:pos="9498"/>
        </w:tabs>
        <w:ind w:right="850"/>
      </w:pPr>
    </w:p>
    <w:sectPr w:rsidR="006A20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567" w:right="851" w:bottom="851" w:left="1134" w:header="720" w:footer="720" w:gutter="0"/>
      <w:paperSrc w:first="2126" w:other="2126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B23" w:rsidRDefault="004F1B23">
      <w:r>
        <w:separator/>
      </w:r>
    </w:p>
  </w:endnote>
  <w:endnote w:type="continuationSeparator" w:id="0">
    <w:p w:rsidR="004F1B23" w:rsidRDefault="004F1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seAntiqu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3C4" w:rsidRDefault="002B13C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3C4" w:rsidRDefault="002B13C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3C4" w:rsidRDefault="002B13C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B23" w:rsidRDefault="004F1B23">
      <w:r>
        <w:separator/>
      </w:r>
    </w:p>
  </w:footnote>
  <w:footnote w:type="continuationSeparator" w:id="0">
    <w:p w:rsidR="004F1B23" w:rsidRDefault="004F1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3C4" w:rsidRDefault="002B13C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2977"/>
      <w:gridCol w:w="2268"/>
      <w:gridCol w:w="2904"/>
    </w:tblGrid>
    <w:tr w:rsidR="006A20D4">
      <w:trPr>
        <w:cantSplit/>
      </w:trPr>
      <w:tc>
        <w:tcPr>
          <w:tcW w:w="1913" w:type="dxa"/>
          <w:vMerge w:val="restart"/>
        </w:tcPr>
        <w:p w:rsidR="006A20D4" w:rsidRDefault="00EA0C11">
          <w:pPr>
            <w:tabs>
              <w:tab w:val="left" w:pos="7088"/>
              <w:tab w:val="decimal" w:pos="9498"/>
            </w:tabs>
            <w:ind w:left="0" w:firstLine="0"/>
            <w:rPr>
              <w:b/>
            </w:rPr>
          </w:pPr>
          <w:r>
            <w:rPr>
              <w:noProof/>
            </w:rPr>
            <w:drawing>
              <wp:inline distT="0" distB="0" distL="0" distR="0">
                <wp:extent cx="1162050" cy="466725"/>
                <wp:effectExtent l="0" t="0" r="0" b="0"/>
                <wp:docPr id="1" name="Bild 1" descr="BW55_GR_sw_wei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W55_GR_sw_wei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49" w:type="dxa"/>
          <w:gridSpan w:val="3"/>
        </w:tcPr>
        <w:p w:rsidR="006A20D4" w:rsidRDefault="006A20D4">
          <w:pPr>
            <w:jc w:val="center"/>
            <w:rPr>
              <w:spacing w:val="20"/>
              <w:sz w:val="16"/>
              <w:szCs w:val="16"/>
            </w:rPr>
          </w:pPr>
          <w:r>
            <w:rPr>
              <w:spacing w:val="20"/>
              <w:sz w:val="16"/>
              <w:szCs w:val="16"/>
            </w:rPr>
            <w:t>MINISTERIUM FÜR KULTUS, JUGEND UND SPORT</w:t>
          </w:r>
        </w:p>
        <w:p w:rsidR="006A20D4" w:rsidRDefault="006A20D4">
          <w:pPr>
            <w:tabs>
              <w:tab w:val="right" w:pos="8718"/>
            </w:tabs>
            <w:ind w:left="0" w:firstLine="0"/>
            <w:jc w:val="center"/>
            <w:rPr>
              <w:b/>
            </w:rPr>
          </w:pPr>
        </w:p>
      </w:tc>
    </w:tr>
    <w:tr w:rsidR="006A20D4">
      <w:trPr>
        <w:cantSplit/>
      </w:trPr>
      <w:tc>
        <w:tcPr>
          <w:tcW w:w="1913" w:type="dxa"/>
          <w:vMerge/>
        </w:tcPr>
        <w:p w:rsidR="006A20D4" w:rsidRDefault="006A20D4">
          <w:pPr>
            <w:tabs>
              <w:tab w:val="left" w:pos="7088"/>
              <w:tab w:val="decimal" w:pos="9498"/>
            </w:tabs>
            <w:ind w:left="0" w:firstLine="0"/>
            <w:rPr>
              <w:rFonts w:ascii="Times New Roman" w:hAnsi="Times New Roman"/>
              <w:spacing w:val="25"/>
            </w:rPr>
          </w:pPr>
        </w:p>
      </w:tc>
      <w:tc>
        <w:tcPr>
          <w:tcW w:w="8149" w:type="dxa"/>
          <w:gridSpan w:val="3"/>
        </w:tcPr>
        <w:p w:rsidR="006A20D4" w:rsidRDefault="006A20D4">
          <w:pPr>
            <w:tabs>
              <w:tab w:val="left" w:pos="7088"/>
              <w:tab w:val="decimal" w:pos="9498"/>
            </w:tabs>
            <w:spacing w:after="60"/>
            <w:ind w:left="0" w:firstLine="0"/>
            <w:jc w:val="center"/>
            <w:rPr>
              <w:b/>
            </w:rPr>
          </w:pPr>
          <w:r>
            <w:rPr>
              <w:b/>
            </w:rPr>
            <w:t>Zweijährige zur Prüfung der Fachschulreife führende Berufsfachschule (2BFS)</w:t>
          </w:r>
        </w:p>
        <w:p w:rsidR="006A20D4" w:rsidRDefault="006A20D4">
          <w:pPr>
            <w:tabs>
              <w:tab w:val="left" w:pos="7088"/>
              <w:tab w:val="decimal" w:pos="9498"/>
            </w:tabs>
            <w:spacing w:after="60"/>
            <w:ind w:left="0" w:firstLine="0"/>
            <w:jc w:val="center"/>
            <w:rPr>
              <w:rFonts w:ascii="Times New Roman" w:hAnsi="Times New Roman"/>
              <w:spacing w:val="25"/>
            </w:rPr>
          </w:pPr>
          <w:r>
            <w:rPr>
              <w:b/>
            </w:rPr>
            <w:t>Berufsaufbauschule (BAS)</w:t>
          </w:r>
        </w:p>
      </w:tc>
    </w:tr>
    <w:tr w:rsidR="006A20D4">
      <w:trPr>
        <w:cantSplit/>
      </w:trPr>
      <w:tc>
        <w:tcPr>
          <w:tcW w:w="4890" w:type="dxa"/>
          <w:gridSpan w:val="2"/>
        </w:tcPr>
        <w:p w:rsidR="006A20D4" w:rsidRDefault="006A20D4">
          <w:pPr>
            <w:tabs>
              <w:tab w:val="left" w:pos="7088"/>
              <w:tab w:val="decimal" w:pos="9498"/>
            </w:tabs>
            <w:ind w:left="0" w:firstLine="0"/>
            <w:rPr>
              <w:rFonts w:ascii="Times New Roman" w:hAnsi="Times New Roman"/>
              <w:spacing w:val="25"/>
            </w:rPr>
          </w:pPr>
        </w:p>
      </w:tc>
      <w:tc>
        <w:tcPr>
          <w:tcW w:w="2268" w:type="dxa"/>
        </w:tcPr>
        <w:p w:rsidR="006A20D4" w:rsidRDefault="002B13C4" w:rsidP="0053205D">
          <w:pPr>
            <w:tabs>
              <w:tab w:val="left" w:pos="7088"/>
              <w:tab w:val="decimal" w:pos="9498"/>
            </w:tabs>
            <w:ind w:left="0" w:firstLine="0"/>
            <w:jc w:val="center"/>
            <w:rPr>
              <w:b/>
            </w:rPr>
          </w:pPr>
          <w:r>
            <w:rPr>
              <w:b/>
            </w:rPr>
            <w:t>Hauptprüfung 202</w:t>
          </w:r>
          <w:r w:rsidR="00021164">
            <w:rPr>
              <w:b/>
            </w:rPr>
            <w:t>5</w:t>
          </w:r>
          <w:bookmarkStart w:id="0" w:name="_GoBack"/>
          <w:bookmarkEnd w:id="0"/>
        </w:p>
        <w:p w:rsidR="00F45700" w:rsidRDefault="00F45700" w:rsidP="0053205D">
          <w:pPr>
            <w:tabs>
              <w:tab w:val="left" w:pos="7088"/>
              <w:tab w:val="decimal" w:pos="9498"/>
            </w:tabs>
            <w:ind w:left="0" w:firstLine="0"/>
            <w:jc w:val="center"/>
            <w:rPr>
              <w:rFonts w:ascii="Times New Roman" w:hAnsi="Times New Roman"/>
              <w:spacing w:val="25"/>
            </w:rPr>
          </w:pPr>
          <w:r>
            <w:rPr>
              <w:b/>
            </w:rPr>
            <w:t>Teil I: ohne Hilfsmittel</w:t>
          </w:r>
        </w:p>
      </w:tc>
      <w:tc>
        <w:tcPr>
          <w:tcW w:w="2904" w:type="dxa"/>
        </w:tcPr>
        <w:p w:rsidR="006A20D4" w:rsidRDefault="006A20D4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rFonts w:ascii="Times New Roman" w:hAnsi="Times New Roman"/>
              <w:spacing w:val="25"/>
            </w:rPr>
          </w:pPr>
        </w:p>
      </w:tc>
    </w:tr>
    <w:tr w:rsidR="006A20D4">
      <w:trPr>
        <w:cantSplit/>
      </w:trPr>
      <w:tc>
        <w:tcPr>
          <w:tcW w:w="4890" w:type="dxa"/>
          <w:gridSpan w:val="2"/>
        </w:tcPr>
        <w:p w:rsidR="006A20D4" w:rsidRDefault="006A20D4">
          <w:pPr>
            <w:tabs>
              <w:tab w:val="left" w:pos="7088"/>
              <w:tab w:val="decimal" w:pos="9498"/>
            </w:tabs>
            <w:ind w:left="0" w:firstLine="0"/>
            <w:rPr>
              <w:b/>
            </w:rPr>
          </w:pPr>
          <w:r>
            <w:rPr>
              <w:b/>
            </w:rPr>
            <w:t>Mathematik (403)</w:t>
          </w:r>
        </w:p>
      </w:tc>
      <w:tc>
        <w:tcPr>
          <w:tcW w:w="2268" w:type="dxa"/>
        </w:tcPr>
        <w:p w:rsidR="006A20D4" w:rsidRDefault="006A20D4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</w:rPr>
          </w:pPr>
        </w:p>
      </w:tc>
      <w:tc>
        <w:tcPr>
          <w:tcW w:w="2904" w:type="dxa"/>
        </w:tcPr>
        <w:p w:rsidR="006A20D4" w:rsidRDefault="00DE66FE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</w:rPr>
          </w:pPr>
          <w:r>
            <w:rPr>
              <w:b/>
            </w:rPr>
            <w:t>Aufgaben</w:t>
          </w:r>
        </w:p>
      </w:tc>
    </w:tr>
    <w:tr w:rsidR="006A20D4">
      <w:tc>
        <w:tcPr>
          <w:tcW w:w="4890" w:type="dxa"/>
          <w:gridSpan w:val="2"/>
        </w:tcPr>
        <w:p w:rsidR="006A20D4" w:rsidRDefault="006A20D4">
          <w:pPr>
            <w:tabs>
              <w:tab w:val="left" w:pos="7088"/>
              <w:tab w:val="decimal" w:pos="9498"/>
            </w:tabs>
            <w:ind w:left="0" w:firstLine="0"/>
            <w:rPr>
              <w:b/>
              <w:sz w:val="4"/>
            </w:rPr>
          </w:pPr>
        </w:p>
      </w:tc>
      <w:tc>
        <w:tcPr>
          <w:tcW w:w="5172" w:type="dxa"/>
          <w:gridSpan w:val="2"/>
        </w:tcPr>
        <w:p w:rsidR="006A20D4" w:rsidRDefault="006A20D4">
          <w:pPr>
            <w:tabs>
              <w:tab w:val="left" w:pos="7088"/>
              <w:tab w:val="decimal" w:pos="9498"/>
            </w:tabs>
            <w:ind w:left="0" w:firstLine="0"/>
            <w:jc w:val="right"/>
            <w:rPr>
              <w:b/>
              <w:sz w:val="4"/>
            </w:rPr>
          </w:pPr>
        </w:p>
      </w:tc>
    </w:tr>
    <w:tr w:rsidR="006A20D4">
      <w:trPr>
        <w:cantSplit/>
      </w:trPr>
      <w:tc>
        <w:tcPr>
          <w:tcW w:w="10062" w:type="dxa"/>
          <w:gridSpan w:val="4"/>
          <w:tcBorders>
            <w:top w:val="single" w:sz="4" w:space="0" w:color="auto"/>
          </w:tcBorders>
        </w:tcPr>
        <w:p w:rsidR="006A20D4" w:rsidRDefault="003A398C" w:rsidP="005D5B55">
          <w:pPr>
            <w:tabs>
              <w:tab w:val="center" w:pos="5245"/>
              <w:tab w:val="right" w:pos="9922"/>
            </w:tabs>
            <w:spacing w:before="60"/>
            <w:ind w:left="0" w:firstLine="0"/>
            <w:rPr>
              <w:b/>
            </w:rPr>
          </w:pPr>
          <w:proofErr w:type="spellStart"/>
          <w:r>
            <w:rPr>
              <w:rStyle w:val="Seitenzahl"/>
              <w:b/>
            </w:rPr>
            <w:t>Einreicherschule</w:t>
          </w:r>
          <w:proofErr w:type="spellEnd"/>
          <w:r>
            <w:rPr>
              <w:rStyle w:val="Seitenzahl"/>
              <w:b/>
            </w:rPr>
            <w:t>:</w:t>
          </w:r>
          <w:r w:rsidR="006A20D4">
            <w:rPr>
              <w:rStyle w:val="Seitenzahl"/>
              <w:b/>
            </w:rPr>
            <w:tab/>
          </w:r>
          <w:r w:rsidR="006A20D4">
            <w:rPr>
              <w:rStyle w:val="Seitenzahl"/>
              <w:b/>
            </w:rPr>
            <w:tab/>
            <w:t>Punkte</w:t>
          </w:r>
        </w:p>
      </w:tc>
    </w:tr>
  </w:tbl>
  <w:p w:rsidR="006A20D4" w:rsidRDefault="006A20D4" w:rsidP="00286318">
    <w:pPr>
      <w:pStyle w:val="Kopfzeile"/>
      <w:tabs>
        <w:tab w:val="clear" w:pos="4990"/>
        <w:tab w:val="clear" w:pos="9639"/>
        <w:tab w:val="left" w:pos="5103"/>
        <w:tab w:val="right" w:pos="9923"/>
      </w:tabs>
      <w:spacing w:before="120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3C4" w:rsidRDefault="002B13C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71CD"/>
    <w:multiLevelType w:val="hybridMultilevel"/>
    <w:tmpl w:val="449ED11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04222"/>
    <w:multiLevelType w:val="multilevel"/>
    <w:tmpl w:val="952E9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5A0CE5"/>
    <w:multiLevelType w:val="hybridMultilevel"/>
    <w:tmpl w:val="D3089A5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6489B"/>
    <w:multiLevelType w:val="hybridMultilevel"/>
    <w:tmpl w:val="50A89FB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3784E"/>
    <w:multiLevelType w:val="hybridMultilevel"/>
    <w:tmpl w:val="A75CF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attachedTemplate r:id="rId1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05D"/>
    <w:rsid w:val="00021164"/>
    <w:rsid w:val="00070C7F"/>
    <w:rsid w:val="000850F9"/>
    <w:rsid w:val="000C63A6"/>
    <w:rsid w:val="000E0938"/>
    <w:rsid w:val="001C64D0"/>
    <w:rsid w:val="001F4C2D"/>
    <w:rsid w:val="0025748A"/>
    <w:rsid w:val="00286318"/>
    <w:rsid w:val="002A5BEF"/>
    <w:rsid w:val="002B13C4"/>
    <w:rsid w:val="00317E4E"/>
    <w:rsid w:val="00326EBD"/>
    <w:rsid w:val="00333070"/>
    <w:rsid w:val="00344A4F"/>
    <w:rsid w:val="00381A69"/>
    <w:rsid w:val="00396B71"/>
    <w:rsid w:val="003A398C"/>
    <w:rsid w:val="003B4C39"/>
    <w:rsid w:val="0040620E"/>
    <w:rsid w:val="00417E97"/>
    <w:rsid w:val="00436D40"/>
    <w:rsid w:val="00441E02"/>
    <w:rsid w:val="004457CA"/>
    <w:rsid w:val="004A4A9F"/>
    <w:rsid w:val="004B7E87"/>
    <w:rsid w:val="004F1B23"/>
    <w:rsid w:val="00505764"/>
    <w:rsid w:val="0053205D"/>
    <w:rsid w:val="00586144"/>
    <w:rsid w:val="005D5B55"/>
    <w:rsid w:val="005F150E"/>
    <w:rsid w:val="00630182"/>
    <w:rsid w:val="006574B5"/>
    <w:rsid w:val="006670CE"/>
    <w:rsid w:val="00680738"/>
    <w:rsid w:val="006A20D4"/>
    <w:rsid w:val="006B6645"/>
    <w:rsid w:val="006C45C2"/>
    <w:rsid w:val="006C796F"/>
    <w:rsid w:val="006F7576"/>
    <w:rsid w:val="007178E1"/>
    <w:rsid w:val="00720269"/>
    <w:rsid w:val="00740FF4"/>
    <w:rsid w:val="00741D15"/>
    <w:rsid w:val="00751E91"/>
    <w:rsid w:val="0076171A"/>
    <w:rsid w:val="0076384F"/>
    <w:rsid w:val="007B08C1"/>
    <w:rsid w:val="007C590C"/>
    <w:rsid w:val="007E456E"/>
    <w:rsid w:val="008301D4"/>
    <w:rsid w:val="008624F6"/>
    <w:rsid w:val="0087741E"/>
    <w:rsid w:val="009C2CE9"/>
    <w:rsid w:val="009E6D4E"/>
    <w:rsid w:val="00A26E61"/>
    <w:rsid w:val="00A463BE"/>
    <w:rsid w:val="00A82534"/>
    <w:rsid w:val="00AB6DED"/>
    <w:rsid w:val="00B002E2"/>
    <w:rsid w:val="00B35D0E"/>
    <w:rsid w:val="00B55B31"/>
    <w:rsid w:val="00B85469"/>
    <w:rsid w:val="00B9295F"/>
    <w:rsid w:val="00B9402F"/>
    <w:rsid w:val="00B944CB"/>
    <w:rsid w:val="00BB654D"/>
    <w:rsid w:val="00BD2194"/>
    <w:rsid w:val="00C0289A"/>
    <w:rsid w:val="00C51761"/>
    <w:rsid w:val="00CD7B8C"/>
    <w:rsid w:val="00D07C39"/>
    <w:rsid w:val="00D213AE"/>
    <w:rsid w:val="00DE5B3B"/>
    <w:rsid w:val="00DE66FE"/>
    <w:rsid w:val="00E14656"/>
    <w:rsid w:val="00E67B81"/>
    <w:rsid w:val="00E7682F"/>
    <w:rsid w:val="00EA0C11"/>
    <w:rsid w:val="00F0422D"/>
    <w:rsid w:val="00F17216"/>
    <w:rsid w:val="00F441E3"/>
    <w:rsid w:val="00F45700"/>
    <w:rsid w:val="00F8342F"/>
    <w:rsid w:val="00F9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FBE04AB"/>
  <w15:chartTrackingRefBased/>
  <w15:docId w15:val="{5F2B3661-070F-48CD-84B8-85050992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ind w:left="851" w:hanging="851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990"/>
        <w:tab w:val="right" w:pos="9639"/>
      </w:tabs>
    </w:pPr>
    <w:rPr>
      <w:b/>
      <w:sz w:val="28"/>
    </w:rPr>
  </w:style>
  <w:style w:type="paragraph" w:styleId="Standardeinzug">
    <w:name w:val="Normal Indent"/>
    <w:basedOn w:val="Standard"/>
    <w:semiHidden/>
    <w:pPr>
      <w:ind w:left="708"/>
    </w:pPr>
  </w:style>
  <w:style w:type="paragraph" w:customStyle="1" w:styleId="Hinweise">
    <w:name w:val="Hinweise"/>
    <w:basedOn w:val="Standard"/>
    <w:pPr>
      <w:ind w:left="2268" w:hanging="2268"/>
    </w:pPr>
    <w:rPr>
      <w:sz w:val="22"/>
    </w:rPr>
  </w:style>
  <w:style w:type="paragraph" w:customStyle="1" w:styleId="berschrift">
    <w:name w:val="Überschrift"/>
    <w:basedOn w:val="Standard"/>
    <w:rPr>
      <w:b/>
    </w:rPr>
  </w:style>
  <w:style w:type="paragraph" w:customStyle="1" w:styleId="Antworttab">
    <w:name w:val="Antworttab"/>
    <w:basedOn w:val="Standard"/>
    <w:pPr>
      <w:pBdr>
        <w:bottom w:val="single" w:sz="6" w:space="1" w:color="auto"/>
        <w:between w:val="single" w:sz="6" w:space="1" w:color="auto"/>
      </w:pBdr>
      <w:spacing w:line="480" w:lineRule="atLeast"/>
      <w:ind w:left="0" w:firstLine="0"/>
    </w:pPr>
  </w:style>
  <w:style w:type="paragraph" w:customStyle="1" w:styleId="Einrckung0">
    <w:name w:val="Einrückung0"/>
    <w:basedOn w:val="Standard"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DECKBLAT">
    <w:name w:val="DECKBLAT"/>
    <w:basedOn w:val="Standard"/>
    <w:pPr>
      <w:ind w:left="0" w:firstLine="0"/>
    </w:pPr>
    <w:rPr>
      <w:rFonts w:ascii="ProseAntique" w:hAnsi="ProseAntique"/>
      <w:sz w:val="10"/>
    </w:rPr>
  </w:style>
  <w:style w:type="character" w:styleId="Kommentarzeichen">
    <w:name w:val="annotation reference"/>
    <w:uiPriority w:val="99"/>
    <w:semiHidden/>
    <w:unhideWhenUsed/>
    <w:rsid w:val="00E1465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14656"/>
  </w:style>
  <w:style w:type="character" w:customStyle="1" w:styleId="KommentartextZchn">
    <w:name w:val="Kommentartext Zchn"/>
    <w:link w:val="Kommentartext"/>
    <w:uiPriority w:val="99"/>
    <w:semiHidden/>
    <w:rsid w:val="00E14656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14656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E14656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465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146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3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VORLAGEN\BK1SEITL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BK1SEITL.DOT</Template>
  <TotalTime>0</TotalTime>
  <Pages>2</Pages>
  <Words>414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Kaufmännisches Berufskolleg I	Abschlußprüfung 1996/97</vt:lpstr>
    </vt:vector>
  </TitlesOfParts>
  <Company>Baden-Württemberg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Kaufmännisches Berufskolleg I	Abschlußprüfung 1996/97</dc:title>
  <dc:subject/>
  <dc:creator>Herr Dannenmann</dc:creator>
  <cp:keywords/>
  <cp:lastModifiedBy>Hubbes, Ramona (IBBW Stuttgart)</cp:lastModifiedBy>
  <cp:revision>7</cp:revision>
  <cp:lastPrinted>2019-11-04T09:40:00Z</cp:lastPrinted>
  <dcterms:created xsi:type="dcterms:W3CDTF">2020-12-15T14:05:00Z</dcterms:created>
  <dcterms:modified xsi:type="dcterms:W3CDTF">2023-11-14T10:01:00Z</dcterms:modified>
</cp:coreProperties>
</file>